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E9671" w14:textId="77777777" w:rsidR="00F6677E" w:rsidRPr="008B7843" w:rsidRDefault="0026185C">
      <w:pPr>
        <w:rPr>
          <w:rFonts w:ascii="Times New Roman" w:hAnsi="Times New Roman" w:cs="Times New Roman"/>
          <w:b/>
          <w:sz w:val="24"/>
          <w:szCs w:val="24"/>
        </w:rPr>
      </w:pPr>
      <w:r w:rsidRPr="008B7843">
        <w:rPr>
          <w:rFonts w:ascii="Times New Roman" w:hAnsi="Times New Roman" w:cs="Times New Roman"/>
          <w:b/>
          <w:sz w:val="24"/>
          <w:szCs w:val="24"/>
        </w:rPr>
        <w:t>Chapter 3 Mix Mole Problems</w:t>
      </w:r>
    </w:p>
    <w:p w14:paraId="0BBE2673" w14:textId="77777777" w:rsidR="0026185C" w:rsidRDefault="0026185C">
      <w:pPr>
        <w:rPr>
          <w:rFonts w:ascii="Times New Roman" w:hAnsi="Times New Roman" w:cs="Times New Roman" w:hint="eastAsia"/>
          <w:b/>
          <w:sz w:val="24"/>
          <w:szCs w:val="24"/>
        </w:rPr>
      </w:pPr>
      <w:r w:rsidRPr="008B7843">
        <w:rPr>
          <w:rFonts w:ascii="Times New Roman" w:hAnsi="Times New Roman" w:cs="Times New Roman"/>
          <w:b/>
          <w:sz w:val="24"/>
          <w:szCs w:val="24"/>
        </w:rPr>
        <w:t>Solve the following problems</w:t>
      </w:r>
    </w:p>
    <w:p w14:paraId="61729830" w14:textId="044566A6" w:rsidR="004F3570" w:rsidRDefault="004F35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Answer Keys</w:t>
      </w:r>
      <w:bookmarkStart w:id="0" w:name="_GoBack"/>
      <w:bookmarkEnd w:id="0"/>
    </w:p>
    <w:p w14:paraId="47203817" w14:textId="77777777" w:rsidR="00A70B94" w:rsidRPr="008B7843" w:rsidRDefault="00A70B94">
      <w:pPr>
        <w:rPr>
          <w:rFonts w:ascii="Times New Roman" w:hAnsi="Times New Roman" w:cs="Times New Roman"/>
          <w:b/>
          <w:sz w:val="24"/>
          <w:szCs w:val="24"/>
        </w:rPr>
      </w:pPr>
    </w:p>
    <w:p w14:paraId="18D5C280" w14:textId="77777777" w:rsidR="0026185C" w:rsidRPr="008B7843" w:rsidRDefault="0026185C">
      <w:pPr>
        <w:rPr>
          <w:rFonts w:ascii="Times New Roman" w:hAnsi="Times New Roman" w:cs="Times New Roman"/>
          <w:sz w:val="24"/>
          <w:szCs w:val="24"/>
        </w:rPr>
      </w:pPr>
    </w:p>
    <w:p w14:paraId="5B936F3B" w14:textId="77777777" w:rsidR="0026185C" w:rsidRPr="008B7843" w:rsidRDefault="0026185C" w:rsidP="0026185C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8B7843">
        <w:rPr>
          <w:rFonts w:ascii="Times New Roman" w:hAnsi="Times New Roman" w:cs="Times New Roman"/>
          <w:sz w:val="24"/>
          <w:szCs w:val="24"/>
        </w:rPr>
        <w:t>How many grams are there in 1.5×10^25 molecules of CO</w:t>
      </w:r>
      <w:r w:rsidR="008B7843" w:rsidRPr="001A00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B7843">
        <w:rPr>
          <w:rFonts w:ascii="Times New Roman" w:hAnsi="Times New Roman" w:cs="Times New Roman"/>
          <w:sz w:val="24"/>
          <w:szCs w:val="24"/>
        </w:rPr>
        <w:t xml:space="preserve"> ?</w:t>
      </w:r>
    </w:p>
    <w:p w14:paraId="421F1641" w14:textId="77777777" w:rsidR="0026185C" w:rsidRPr="008B7843" w:rsidRDefault="0026185C" w:rsidP="0026185C">
      <w:pPr>
        <w:rPr>
          <w:rFonts w:ascii="Times New Roman" w:hAnsi="Times New Roman" w:cs="Times New Roman"/>
          <w:sz w:val="24"/>
          <w:szCs w:val="24"/>
        </w:rPr>
      </w:pPr>
    </w:p>
    <w:p w14:paraId="1693DB99" w14:textId="6991FBCA" w:rsidR="0026185C" w:rsidRPr="00A70B94" w:rsidRDefault="00845038" w:rsidP="0026185C">
      <w:pPr>
        <w:rPr>
          <w:rFonts w:ascii="Times New Roman" w:hAnsi="Times New Roman" w:cs="Times New Roman"/>
          <w:b/>
          <w:sz w:val="24"/>
          <w:szCs w:val="24"/>
        </w:rPr>
      </w:pPr>
      <w:r w:rsidRPr="00A70B94">
        <w:rPr>
          <w:rFonts w:ascii="Times New Roman" w:hAnsi="Times New Roman" w:cs="Times New Roman"/>
          <w:b/>
          <w:sz w:val="24"/>
          <w:szCs w:val="24"/>
        </w:rPr>
        <w:t>Answer: 1.1×10^3 g</w:t>
      </w:r>
    </w:p>
    <w:p w14:paraId="68A90B5A" w14:textId="77777777" w:rsidR="0026185C" w:rsidRDefault="0026185C" w:rsidP="0026185C">
      <w:pPr>
        <w:rPr>
          <w:rFonts w:ascii="Times New Roman" w:hAnsi="Times New Roman" w:cs="Times New Roman"/>
          <w:sz w:val="24"/>
          <w:szCs w:val="24"/>
        </w:rPr>
      </w:pPr>
    </w:p>
    <w:p w14:paraId="3A149A74" w14:textId="77777777" w:rsidR="00A70B94" w:rsidRDefault="00A70B94" w:rsidP="0026185C">
      <w:pPr>
        <w:rPr>
          <w:rFonts w:ascii="Times New Roman" w:hAnsi="Times New Roman" w:cs="Times New Roman"/>
          <w:sz w:val="24"/>
          <w:szCs w:val="24"/>
        </w:rPr>
      </w:pPr>
    </w:p>
    <w:p w14:paraId="437634A6" w14:textId="77777777" w:rsidR="00A70B94" w:rsidRPr="008B7843" w:rsidRDefault="00A70B94" w:rsidP="0026185C">
      <w:pPr>
        <w:rPr>
          <w:rFonts w:ascii="Times New Roman" w:hAnsi="Times New Roman" w:cs="Times New Roman"/>
          <w:sz w:val="24"/>
          <w:szCs w:val="24"/>
        </w:rPr>
      </w:pPr>
    </w:p>
    <w:p w14:paraId="38257827" w14:textId="608D1171" w:rsidR="0026185C" w:rsidRPr="00700AEE" w:rsidRDefault="0026185C" w:rsidP="00700AEE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8B7843">
        <w:rPr>
          <w:rFonts w:ascii="Times New Roman" w:hAnsi="Times New Roman" w:cs="Times New Roman"/>
          <w:sz w:val="24"/>
          <w:szCs w:val="24"/>
        </w:rPr>
        <w:t>What Volume would the CO</w:t>
      </w:r>
      <w:r w:rsidR="008B7843" w:rsidRPr="001A00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B7843">
        <w:rPr>
          <w:rFonts w:ascii="Times New Roman" w:hAnsi="Times New Roman" w:cs="Times New Roman"/>
          <w:sz w:val="24"/>
          <w:szCs w:val="24"/>
        </w:rPr>
        <w:t xml:space="preserve"> in Problem 1 occupy at STP (Standard Temperature and Pressure)?</w:t>
      </w:r>
      <w:r w:rsidR="00700AEE">
        <w:rPr>
          <w:rFonts w:ascii="Times New Roman" w:hAnsi="Times New Roman" w:cs="Times New Roman"/>
          <w:sz w:val="24"/>
          <w:szCs w:val="24"/>
        </w:rPr>
        <w:t xml:space="preserve"> Use the formula: PV=nRT (P: pressure in atm; V: volume in L; n: #mole; R: 0.0821 L-atm/mol-K; </w:t>
      </w:r>
      <w:r w:rsidR="00700AEE" w:rsidRPr="00700AEE">
        <w:rPr>
          <w:rFonts w:ascii="Times New Roman" w:hAnsi="Times New Roman" w:cs="Times New Roman"/>
          <w:sz w:val="24"/>
          <w:szCs w:val="24"/>
        </w:rPr>
        <w:t xml:space="preserve">T: temperature in Kelvin) </w:t>
      </w:r>
    </w:p>
    <w:p w14:paraId="107F3EB2" w14:textId="77777777" w:rsidR="0026185C" w:rsidRPr="008B7843" w:rsidRDefault="0026185C" w:rsidP="0026185C">
      <w:pPr>
        <w:rPr>
          <w:rFonts w:ascii="Times New Roman" w:hAnsi="Times New Roman" w:cs="Times New Roman"/>
          <w:sz w:val="24"/>
          <w:szCs w:val="24"/>
        </w:rPr>
      </w:pPr>
    </w:p>
    <w:p w14:paraId="795EACF3" w14:textId="3332AD44" w:rsidR="008B7843" w:rsidRDefault="00845038" w:rsidP="0026185C">
      <w:pPr>
        <w:rPr>
          <w:rFonts w:ascii="Times New Roman" w:hAnsi="Times New Roman" w:cs="Times New Roman"/>
          <w:b/>
          <w:sz w:val="24"/>
          <w:szCs w:val="24"/>
        </w:rPr>
      </w:pPr>
      <w:r w:rsidRPr="00A70B94">
        <w:rPr>
          <w:rFonts w:ascii="Times New Roman" w:hAnsi="Times New Roman" w:cs="Times New Roman"/>
          <w:b/>
          <w:sz w:val="24"/>
          <w:szCs w:val="24"/>
        </w:rPr>
        <w:t xml:space="preserve">Answer: </w:t>
      </w:r>
      <w:r w:rsidR="00700AEE" w:rsidRPr="00A70B94">
        <w:rPr>
          <w:rFonts w:ascii="Times New Roman" w:hAnsi="Times New Roman" w:cs="Times New Roman"/>
          <w:b/>
          <w:sz w:val="24"/>
          <w:szCs w:val="24"/>
        </w:rPr>
        <w:t>3.4 × 10^26 L</w:t>
      </w:r>
    </w:p>
    <w:p w14:paraId="28CE9C59" w14:textId="77777777" w:rsidR="00A70B94" w:rsidRDefault="00A70B94" w:rsidP="0026185C">
      <w:pPr>
        <w:rPr>
          <w:rFonts w:ascii="Times New Roman" w:hAnsi="Times New Roman" w:cs="Times New Roman"/>
          <w:b/>
          <w:sz w:val="24"/>
          <w:szCs w:val="24"/>
        </w:rPr>
      </w:pPr>
    </w:p>
    <w:p w14:paraId="1950C638" w14:textId="77777777" w:rsidR="00A70B94" w:rsidRPr="00A70B94" w:rsidRDefault="00A70B94" w:rsidP="0026185C">
      <w:pPr>
        <w:rPr>
          <w:rFonts w:ascii="Times New Roman" w:hAnsi="Times New Roman" w:cs="Times New Roman"/>
          <w:b/>
          <w:sz w:val="24"/>
          <w:szCs w:val="24"/>
        </w:rPr>
      </w:pPr>
    </w:p>
    <w:p w14:paraId="389A59DB" w14:textId="77777777" w:rsidR="0026185C" w:rsidRPr="008B7843" w:rsidRDefault="0026185C" w:rsidP="0026185C">
      <w:pPr>
        <w:rPr>
          <w:rFonts w:ascii="Times New Roman" w:hAnsi="Times New Roman" w:cs="Times New Roman"/>
          <w:sz w:val="24"/>
          <w:szCs w:val="24"/>
        </w:rPr>
      </w:pPr>
    </w:p>
    <w:p w14:paraId="1475F503" w14:textId="77777777" w:rsidR="0026185C" w:rsidRPr="008B7843" w:rsidRDefault="0026185C" w:rsidP="0026185C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8B7843">
        <w:rPr>
          <w:rFonts w:ascii="Times New Roman" w:hAnsi="Times New Roman" w:cs="Times New Roman"/>
          <w:sz w:val="24"/>
          <w:szCs w:val="24"/>
        </w:rPr>
        <w:t>A sample of NH3 gas occupies 75.0 liters at STP. How many molecules is this?</w:t>
      </w:r>
    </w:p>
    <w:p w14:paraId="0C452E63" w14:textId="77777777" w:rsidR="0026185C" w:rsidRPr="008B7843" w:rsidRDefault="0026185C" w:rsidP="0026185C">
      <w:pPr>
        <w:rPr>
          <w:rFonts w:ascii="Times New Roman" w:hAnsi="Times New Roman" w:cs="Times New Roman"/>
          <w:sz w:val="24"/>
          <w:szCs w:val="24"/>
        </w:rPr>
      </w:pPr>
    </w:p>
    <w:p w14:paraId="55114B94" w14:textId="7CD31099" w:rsidR="0026185C" w:rsidRDefault="00700AEE" w:rsidP="0026185C">
      <w:pPr>
        <w:rPr>
          <w:rFonts w:ascii="Times New Roman" w:hAnsi="Times New Roman" w:cs="Times New Roman"/>
          <w:b/>
          <w:sz w:val="24"/>
          <w:szCs w:val="24"/>
        </w:rPr>
      </w:pPr>
      <w:r w:rsidRPr="00A70B94">
        <w:rPr>
          <w:rFonts w:ascii="Times New Roman" w:hAnsi="Times New Roman" w:cs="Times New Roman"/>
          <w:b/>
          <w:sz w:val="24"/>
          <w:szCs w:val="24"/>
        </w:rPr>
        <w:t xml:space="preserve">Answer: </w:t>
      </w:r>
      <w:r w:rsidR="00114151" w:rsidRPr="00A70B94">
        <w:rPr>
          <w:rFonts w:ascii="Times New Roman" w:hAnsi="Times New Roman" w:cs="Times New Roman"/>
          <w:b/>
          <w:sz w:val="24"/>
          <w:szCs w:val="24"/>
        </w:rPr>
        <w:t>3.4 mol</w:t>
      </w:r>
    </w:p>
    <w:p w14:paraId="4AD11B8C" w14:textId="77777777" w:rsidR="00A70B94" w:rsidRDefault="00A70B94" w:rsidP="0026185C">
      <w:pPr>
        <w:rPr>
          <w:rFonts w:ascii="Times New Roman" w:hAnsi="Times New Roman" w:cs="Times New Roman"/>
          <w:b/>
          <w:sz w:val="24"/>
          <w:szCs w:val="24"/>
        </w:rPr>
      </w:pPr>
    </w:p>
    <w:p w14:paraId="531AB575" w14:textId="77777777" w:rsidR="00A70B94" w:rsidRPr="00A70B94" w:rsidRDefault="00A70B94" w:rsidP="0026185C">
      <w:pPr>
        <w:rPr>
          <w:rFonts w:ascii="Times New Roman" w:hAnsi="Times New Roman" w:cs="Times New Roman"/>
          <w:b/>
          <w:sz w:val="24"/>
          <w:szCs w:val="24"/>
        </w:rPr>
      </w:pPr>
    </w:p>
    <w:p w14:paraId="7457DABA" w14:textId="77777777" w:rsidR="0026185C" w:rsidRPr="008B7843" w:rsidRDefault="0026185C" w:rsidP="0026185C">
      <w:pPr>
        <w:rPr>
          <w:rFonts w:ascii="Times New Roman" w:hAnsi="Times New Roman" w:cs="Times New Roman"/>
          <w:sz w:val="24"/>
          <w:szCs w:val="24"/>
        </w:rPr>
      </w:pPr>
    </w:p>
    <w:p w14:paraId="696F0376" w14:textId="77777777" w:rsidR="0026185C" w:rsidRPr="008B7843" w:rsidRDefault="0026185C" w:rsidP="0026185C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8B7843">
        <w:rPr>
          <w:rFonts w:ascii="Times New Roman" w:hAnsi="Times New Roman" w:cs="Times New Roman"/>
          <w:sz w:val="24"/>
          <w:szCs w:val="24"/>
        </w:rPr>
        <w:t>What is the mass of the sample of NH</w:t>
      </w:r>
      <w:r w:rsidR="008B7843" w:rsidRPr="001A00F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B7843">
        <w:rPr>
          <w:rFonts w:ascii="Times New Roman" w:hAnsi="Times New Roman" w:cs="Times New Roman"/>
          <w:sz w:val="24"/>
          <w:szCs w:val="24"/>
        </w:rPr>
        <w:t xml:space="preserve"> in Problem 3?</w:t>
      </w:r>
    </w:p>
    <w:p w14:paraId="62E4A34D" w14:textId="77777777" w:rsidR="0026185C" w:rsidRPr="008B7843" w:rsidRDefault="0026185C" w:rsidP="0026185C">
      <w:pPr>
        <w:rPr>
          <w:rFonts w:ascii="Times New Roman" w:hAnsi="Times New Roman" w:cs="Times New Roman"/>
          <w:sz w:val="24"/>
          <w:szCs w:val="24"/>
        </w:rPr>
      </w:pPr>
    </w:p>
    <w:p w14:paraId="7859AE37" w14:textId="5BE72616" w:rsidR="0026185C" w:rsidRDefault="00114151" w:rsidP="0026185C">
      <w:pPr>
        <w:rPr>
          <w:rFonts w:ascii="Times New Roman" w:hAnsi="Times New Roman" w:cs="Times New Roman"/>
          <w:b/>
          <w:sz w:val="24"/>
          <w:szCs w:val="24"/>
        </w:rPr>
      </w:pPr>
      <w:r w:rsidRPr="00A70B94">
        <w:rPr>
          <w:rFonts w:ascii="Times New Roman" w:hAnsi="Times New Roman" w:cs="Times New Roman"/>
          <w:b/>
          <w:sz w:val="24"/>
          <w:szCs w:val="24"/>
        </w:rPr>
        <w:t>Answer: 57 g</w:t>
      </w:r>
    </w:p>
    <w:p w14:paraId="42B01D0D" w14:textId="77777777" w:rsidR="00A70B94" w:rsidRDefault="00A70B94" w:rsidP="0026185C">
      <w:pPr>
        <w:rPr>
          <w:rFonts w:ascii="Times New Roman" w:hAnsi="Times New Roman" w:cs="Times New Roman"/>
          <w:b/>
          <w:sz w:val="24"/>
          <w:szCs w:val="24"/>
        </w:rPr>
      </w:pPr>
    </w:p>
    <w:p w14:paraId="79574380" w14:textId="77777777" w:rsidR="00A70B94" w:rsidRPr="00A70B94" w:rsidRDefault="00A70B94" w:rsidP="0026185C">
      <w:pPr>
        <w:rPr>
          <w:rFonts w:ascii="Times New Roman" w:hAnsi="Times New Roman" w:cs="Times New Roman"/>
          <w:b/>
          <w:sz w:val="24"/>
          <w:szCs w:val="24"/>
        </w:rPr>
      </w:pPr>
    </w:p>
    <w:p w14:paraId="53C5B0F8" w14:textId="77777777" w:rsidR="0026185C" w:rsidRPr="008B7843" w:rsidRDefault="0026185C" w:rsidP="0026185C">
      <w:pPr>
        <w:rPr>
          <w:rFonts w:ascii="Times New Roman" w:hAnsi="Times New Roman" w:cs="Times New Roman"/>
          <w:sz w:val="24"/>
          <w:szCs w:val="24"/>
        </w:rPr>
      </w:pPr>
    </w:p>
    <w:p w14:paraId="62230889" w14:textId="77777777" w:rsidR="0026185C" w:rsidRPr="008B7843" w:rsidRDefault="0026185C" w:rsidP="0026185C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8B7843">
        <w:rPr>
          <w:rFonts w:ascii="Times New Roman" w:hAnsi="Times New Roman" w:cs="Times New Roman"/>
          <w:sz w:val="24"/>
          <w:szCs w:val="24"/>
        </w:rPr>
        <w:t>How many atoms are there in 1.3×10^22 molecules of NO</w:t>
      </w:r>
      <w:r w:rsidR="008B7843" w:rsidRPr="001A00F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B7843">
        <w:rPr>
          <w:rFonts w:ascii="Times New Roman" w:hAnsi="Times New Roman" w:cs="Times New Roman"/>
          <w:sz w:val="24"/>
          <w:szCs w:val="24"/>
        </w:rPr>
        <w:t>?</w:t>
      </w:r>
    </w:p>
    <w:p w14:paraId="750B65EE" w14:textId="77777777" w:rsidR="008B7843" w:rsidRPr="008B7843" w:rsidRDefault="008B7843" w:rsidP="008B7843">
      <w:pPr>
        <w:rPr>
          <w:rFonts w:ascii="Times New Roman" w:hAnsi="Times New Roman" w:cs="Times New Roman"/>
          <w:sz w:val="24"/>
          <w:szCs w:val="24"/>
        </w:rPr>
      </w:pPr>
    </w:p>
    <w:p w14:paraId="0DE47511" w14:textId="1607DE42" w:rsidR="0026185C" w:rsidRPr="00A70B94" w:rsidRDefault="00114151" w:rsidP="0026185C">
      <w:pPr>
        <w:rPr>
          <w:rFonts w:ascii="Times New Roman" w:hAnsi="Times New Roman" w:cs="Times New Roman"/>
          <w:b/>
          <w:sz w:val="24"/>
          <w:szCs w:val="24"/>
        </w:rPr>
      </w:pPr>
      <w:r w:rsidRPr="00A70B94">
        <w:rPr>
          <w:rFonts w:ascii="Times New Roman" w:hAnsi="Times New Roman" w:cs="Times New Roman"/>
          <w:b/>
          <w:sz w:val="24"/>
          <w:szCs w:val="24"/>
        </w:rPr>
        <w:t xml:space="preserve">Answer: </w:t>
      </w:r>
      <w:r w:rsidRPr="00A70B94">
        <w:rPr>
          <w:rFonts w:ascii="Times New Roman" w:hAnsi="Times New Roman" w:cs="Times New Roman"/>
          <w:b/>
        </w:rPr>
        <w:t>3.9 x 10^22 atoms</w:t>
      </w:r>
    </w:p>
    <w:p w14:paraId="37E4222B" w14:textId="77777777" w:rsidR="00114151" w:rsidRDefault="00114151" w:rsidP="0026185C">
      <w:pPr>
        <w:rPr>
          <w:rFonts w:ascii="Times New Roman" w:hAnsi="Times New Roman" w:cs="Times New Roman"/>
          <w:sz w:val="24"/>
          <w:szCs w:val="24"/>
        </w:rPr>
      </w:pPr>
    </w:p>
    <w:p w14:paraId="23C58627" w14:textId="77777777" w:rsidR="00A70B94" w:rsidRDefault="00A70B94" w:rsidP="0026185C">
      <w:pPr>
        <w:rPr>
          <w:rFonts w:ascii="Times New Roman" w:hAnsi="Times New Roman" w:cs="Times New Roman"/>
          <w:sz w:val="24"/>
          <w:szCs w:val="24"/>
        </w:rPr>
      </w:pPr>
    </w:p>
    <w:p w14:paraId="6BB85B5C" w14:textId="77777777" w:rsidR="00A70B94" w:rsidRPr="008B7843" w:rsidRDefault="00A70B94" w:rsidP="0026185C">
      <w:pPr>
        <w:rPr>
          <w:rFonts w:ascii="Times New Roman" w:hAnsi="Times New Roman" w:cs="Times New Roman"/>
          <w:sz w:val="24"/>
          <w:szCs w:val="24"/>
        </w:rPr>
      </w:pPr>
    </w:p>
    <w:p w14:paraId="106BB2DE" w14:textId="77777777" w:rsidR="0026185C" w:rsidRPr="008B7843" w:rsidRDefault="0026185C" w:rsidP="0026185C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8B7843">
        <w:rPr>
          <w:rFonts w:ascii="Times New Roman" w:hAnsi="Times New Roman" w:cs="Times New Roman"/>
          <w:sz w:val="24"/>
          <w:szCs w:val="24"/>
        </w:rPr>
        <w:t>What is the mass of 3.62×10^24 molecules of methanol (CH</w:t>
      </w:r>
      <w:r w:rsidR="008B7843" w:rsidRPr="001A00F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B7843">
        <w:rPr>
          <w:rFonts w:ascii="Times New Roman" w:hAnsi="Times New Roman" w:cs="Times New Roman"/>
          <w:sz w:val="24"/>
          <w:szCs w:val="24"/>
        </w:rPr>
        <w:t>OH)?</w:t>
      </w:r>
    </w:p>
    <w:p w14:paraId="0EB9B024" w14:textId="77777777" w:rsidR="0026185C" w:rsidRPr="008B7843" w:rsidRDefault="0026185C" w:rsidP="0026185C">
      <w:pPr>
        <w:rPr>
          <w:rFonts w:ascii="Times New Roman" w:hAnsi="Times New Roman" w:cs="Times New Roman"/>
          <w:sz w:val="24"/>
          <w:szCs w:val="24"/>
        </w:rPr>
      </w:pPr>
    </w:p>
    <w:p w14:paraId="04A6FF1E" w14:textId="697CEF85" w:rsidR="0026185C" w:rsidRPr="00A70B94" w:rsidRDefault="00114151" w:rsidP="0026185C">
      <w:pPr>
        <w:rPr>
          <w:rFonts w:ascii="Times New Roman" w:hAnsi="Times New Roman" w:cs="Times New Roman"/>
          <w:b/>
          <w:sz w:val="24"/>
          <w:szCs w:val="24"/>
        </w:rPr>
      </w:pPr>
      <w:r w:rsidRPr="00A70B94">
        <w:rPr>
          <w:rFonts w:ascii="Times New Roman" w:hAnsi="Times New Roman" w:cs="Times New Roman"/>
          <w:b/>
          <w:sz w:val="24"/>
          <w:szCs w:val="24"/>
        </w:rPr>
        <w:t>Answer: 192 g</w:t>
      </w:r>
    </w:p>
    <w:p w14:paraId="1595D18E" w14:textId="77777777" w:rsidR="0026185C" w:rsidRPr="008B7843" w:rsidRDefault="0026185C" w:rsidP="0026185C">
      <w:pPr>
        <w:rPr>
          <w:rFonts w:ascii="Times New Roman" w:hAnsi="Times New Roman" w:cs="Times New Roman"/>
          <w:sz w:val="24"/>
          <w:szCs w:val="24"/>
        </w:rPr>
      </w:pPr>
    </w:p>
    <w:p w14:paraId="2F94FC25" w14:textId="77777777" w:rsidR="0026185C" w:rsidRPr="008B7843" w:rsidRDefault="0026185C" w:rsidP="008B7843">
      <w:pPr>
        <w:rPr>
          <w:rFonts w:ascii="Times New Roman" w:hAnsi="Times New Roman" w:cs="Times New Roman"/>
          <w:sz w:val="24"/>
          <w:szCs w:val="24"/>
        </w:rPr>
      </w:pPr>
    </w:p>
    <w:sectPr w:rsidR="0026185C" w:rsidRPr="008B7843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837F2"/>
    <w:multiLevelType w:val="hybridMultilevel"/>
    <w:tmpl w:val="C9B4BC04"/>
    <w:lvl w:ilvl="0" w:tplc="E62E1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85C"/>
    <w:rsid w:val="00114151"/>
    <w:rsid w:val="0026185C"/>
    <w:rsid w:val="004F3570"/>
    <w:rsid w:val="00700AEE"/>
    <w:rsid w:val="00845038"/>
    <w:rsid w:val="008B7843"/>
    <w:rsid w:val="00A70B94"/>
    <w:rsid w:val="00D577AD"/>
    <w:rsid w:val="00F6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96C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85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8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5</cp:revision>
  <dcterms:created xsi:type="dcterms:W3CDTF">2010-09-25T03:47:00Z</dcterms:created>
  <dcterms:modified xsi:type="dcterms:W3CDTF">2010-09-27T22:04:00Z</dcterms:modified>
</cp:coreProperties>
</file>